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9D" w:rsidRPr="00B95D9D" w:rsidRDefault="00B95D9D" w:rsidP="00B95D9D">
      <w:pPr>
        <w:ind w:firstLine="6663"/>
        <w:rPr>
          <w:rFonts w:ascii="Arial" w:hAnsi="Arial" w:cs="Arial"/>
          <w:b/>
          <w:sz w:val="18"/>
          <w:szCs w:val="18"/>
          <w:lang w:eastAsia="pl-PL"/>
        </w:rPr>
      </w:pPr>
      <w:bookmarkStart w:id="0" w:name="_Hlk60301409"/>
    </w:p>
    <w:p w:rsidR="002178AF" w:rsidRPr="002178AF" w:rsidRDefault="002178AF" w:rsidP="002178AF">
      <w:pPr>
        <w:spacing w:after="0"/>
        <w:jc w:val="right"/>
        <w:rPr>
          <w:b/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</w:t>
      </w:r>
      <w:r w:rsidR="005E65E3">
        <w:rPr>
          <w:rFonts w:ascii="Arial" w:hAnsi="Arial" w:cs="Arial"/>
          <w:sz w:val="24"/>
          <w:szCs w:val="24"/>
        </w:rPr>
        <w:t>4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r. poz. 1</w:t>
      </w:r>
      <w:r w:rsidR="005E65E3">
        <w:rPr>
          <w:rFonts w:ascii="Arial" w:hAnsi="Arial" w:cs="Arial"/>
          <w:sz w:val="24"/>
          <w:szCs w:val="24"/>
        </w:rPr>
        <w:t>320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5E65E3" w:rsidRPr="00A2540E" w:rsidTr="00467CA2">
        <w:tc>
          <w:tcPr>
            <w:tcW w:w="2269" w:type="dxa"/>
            <w:shd w:val="clear" w:color="auto" w:fill="auto"/>
          </w:tcPr>
          <w:p w:rsidR="005E65E3" w:rsidRPr="00A2540E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5E65E3" w:rsidRPr="005E65E3" w:rsidRDefault="005E65E3" w:rsidP="005E65E3">
            <w:pPr>
              <w:rPr>
                <w:b/>
                <w:sz w:val="24"/>
                <w:szCs w:val="24"/>
              </w:rPr>
            </w:pPr>
            <w:r w:rsidRPr="005E65E3">
              <w:rPr>
                <w:rFonts w:ascii="Arial" w:hAnsi="Arial" w:cs="Arial"/>
                <w:b/>
                <w:sz w:val="24"/>
                <w:szCs w:val="24"/>
              </w:rPr>
              <w:t>REMONT POMIESZCZEŃ SANITARNYCH ( 3 ŁAZIENEK) W BUDYNKU KARCZMY W MIASTECZKU GALICYJSKIM  ORAZ REMONT W POMIESZCZENIACH TOALET DLA ZWIEDZAJACYCH SKANSEN</w:t>
            </w:r>
            <w:r w:rsidR="006A5E59">
              <w:rPr>
                <w:rFonts w:ascii="Arial" w:hAnsi="Arial" w:cs="Arial"/>
                <w:b/>
                <w:sz w:val="24"/>
                <w:szCs w:val="24"/>
              </w:rPr>
              <w:t xml:space="preserve"> UJĘTYCH W DWÓCH ZADANIACH</w:t>
            </w:r>
          </w:p>
        </w:tc>
      </w:tr>
      <w:tr w:rsidR="005E65E3" w:rsidRPr="00A2540E" w:rsidTr="008E0FCE">
        <w:tc>
          <w:tcPr>
            <w:tcW w:w="2269" w:type="dxa"/>
            <w:shd w:val="clear" w:color="auto" w:fill="auto"/>
          </w:tcPr>
          <w:p w:rsidR="005E65E3" w:rsidRPr="00A2540E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5E65E3" w:rsidRDefault="005E65E3" w:rsidP="005E65E3"/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bookmarkEnd w:id="1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D3A" w:rsidRDefault="00233D3A" w:rsidP="00025386">
      <w:pPr>
        <w:spacing w:after="0" w:line="240" w:lineRule="auto"/>
      </w:pPr>
      <w:r>
        <w:separator/>
      </w:r>
    </w:p>
  </w:endnote>
  <w:endnote w:type="continuationSeparator" w:id="0">
    <w:p w:rsidR="00233D3A" w:rsidRDefault="00233D3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D3A" w:rsidRDefault="00233D3A" w:rsidP="00025386">
      <w:pPr>
        <w:spacing w:after="0" w:line="240" w:lineRule="auto"/>
      </w:pPr>
      <w:r>
        <w:separator/>
      </w:r>
    </w:p>
  </w:footnote>
  <w:footnote w:type="continuationSeparator" w:id="0">
    <w:p w:rsidR="00233D3A" w:rsidRDefault="00233D3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E59" w:rsidRDefault="006A5E59" w:rsidP="006A5E59">
    <w:pPr>
      <w:pStyle w:val="Nagwek"/>
      <w:tabs>
        <w:tab w:val="clear" w:pos="4536"/>
      </w:tabs>
    </w:pPr>
    <w:r>
      <w:tab/>
      <w:t xml:space="preserve">Załącznik nr </w:t>
    </w:r>
    <w:r w:rsidR="005406E4">
      <w:t>7</w:t>
    </w:r>
    <w:r>
      <w:t xml:space="preserve"> </w:t>
    </w:r>
  </w:p>
  <w:p w:rsidR="006A5E59" w:rsidRDefault="006A5E59" w:rsidP="006A5E59">
    <w:pPr>
      <w:spacing w:after="0" w:line="240" w:lineRule="auto"/>
      <w:jc w:val="right"/>
    </w:pPr>
    <w:r w:rsidRPr="006A5E59">
      <w:t xml:space="preserve">ZOBOWIĄZANIE PODMIOTU UDOSTĘPNIAJĄCEGO ZASOBY </w:t>
    </w:r>
  </w:p>
  <w:p w:rsidR="006A5E59" w:rsidRDefault="006A5E59" w:rsidP="006A5E59">
    <w:pPr>
      <w:spacing w:after="0" w:line="240" w:lineRule="auto"/>
      <w:jc w:val="right"/>
      <w:rPr>
        <w:b/>
        <w:sz w:val="20"/>
        <w:szCs w:val="20"/>
        <w:lang w:eastAsia="pl-PL"/>
      </w:rPr>
    </w:pPr>
    <w:r>
      <w:rPr>
        <w:rFonts w:ascii="Arial Narrow" w:hAnsi="Arial Narrow"/>
        <w:sz w:val="20"/>
        <w:szCs w:val="20"/>
      </w:rPr>
      <w:t>Znak sprawy</w:t>
    </w:r>
    <w:r>
      <w:rPr>
        <w:rFonts w:ascii="Arial Narrow" w:hAnsi="Arial Narrow"/>
        <w:b/>
        <w:sz w:val="20"/>
        <w:szCs w:val="20"/>
      </w:rPr>
      <w:t xml:space="preserve">: </w:t>
    </w:r>
    <w:r>
      <w:rPr>
        <w:b/>
        <w:sz w:val="20"/>
        <w:szCs w:val="20"/>
        <w:lang w:eastAsia="pl-PL"/>
      </w:rPr>
      <w:t>P/</w:t>
    </w:r>
    <w:r w:rsidR="007D518B">
      <w:rPr>
        <w:b/>
        <w:sz w:val="20"/>
        <w:szCs w:val="20"/>
        <w:lang w:eastAsia="pl-PL"/>
      </w:rPr>
      <w:t>3</w:t>
    </w:r>
    <w:bookmarkStart w:id="2" w:name="_GoBack"/>
    <w:bookmarkEnd w:id="2"/>
    <w:r>
      <w:rPr>
        <w:b/>
        <w:sz w:val="20"/>
        <w:szCs w:val="20"/>
        <w:lang w:eastAsia="pl-PL"/>
      </w:rPr>
      <w:t>/2025</w:t>
    </w:r>
  </w:p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451F0"/>
    <w:rsid w:val="00053927"/>
    <w:rsid w:val="00066C44"/>
    <w:rsid w:val="00071D4C"/>
    <w:rsid w:val="00084786"/>
    <w:rsid w:val="00120321"/>
    <w:rsid w:val="0016158F"/>
    <w:rsid w:val="00161A7F"/>
    <w:rsid w:val="001969D7"/>
    <w:rsid w:val="001C2314"/>
    <w:rsid w:val="002116AE"/>
    <w:rsid w:val="00213980"/>
    <w:rsid w:val="002178AF"/>
    <w:rsid w:val="00233D3A"/>
    <w:rsid w:val="0031280E"/>
    <w:rsid w:val="0036230A"/>
    <w:rsid w:val="00364DEA"/>
    <w:rsid w:val="003901A2"/>
    <w:rsid w:val="003B1CD7"/>
    <w:rsid w:val="00424986"/>
    <w:rsid w:val="004374F2"/>
    <w:rsid w:val="00460705"/>
    <w:rsid w:val="00467CA2"/>
    <w:rsid w:val="00485239"/>
    <w:rsid w:val="004905DD"/>
    <w:rsid w:val="004C341D"/>
    <w:rsid w:val="004E27D7"/>
    <w:rsid w:val="005406E4"/>
    <w:rsid w:val="0055145C"/>
    <w:rsid w:val="005624D8"/>
    <w:rsid w:val="0056436A"/>
    <w:rsid w:val="005E65E3"/>
    <w:rsid w:val="00620476"/>
    <w:rsid w:val="00657A47"/>
    <w:rsid w:val="006A5E59"/>
    <w:rsid w:val="006C2F17"/>
    <w:rsid w:val="006C3101"/>
    <w:rsid w:val="0071340C"/>
    <w:rsid w:val="00745A44"/>
    <w:rsid w:val="00747A8E"/>
    <w:rsid w:val="007666D6"/>
    <w:rsid w:val="00787227"/>
    <w:rsid w:val="007D518B"/>
    <w:rsid w:val="007D6755"/>
    <w:rsid w:val="007F49C7"/>
    <w:rsid w:val="0080336C"/>
    <w:rsid w:val="00810D3F"/>
    <w:rsid w:val="00824D73"/>
    <w:rsid w:val="00830970"/>
    <w:rsid w:val="008508A0"/>
    <w:rsid w:val="008833CF"/>
    <w:rsid w:val="008B797E"/>
    <w:rsid w:val="008F2498"/>
    <w:rsid w:val="008F2AB5"/>
    <w:rsid w:val="0093388F"/>
    <w:rsid w:val="00A157D0"/>
    <w:rsid w:val="00A56A6F"/>
    <w:rsid w:val="00A87380"/>
    <w:rsid w:val="00AF4E90"/>
    <w:rsid w:val="00AF7375"/>
    <w:rsid w:val="00B157B8"/>
    <w:rsid w:val="00B15EB5"/>
    <w:rsid w:val="00B62AD0"/>
    <w:rsid w:val="00B77707"/>
    <w:rsid w:val="00B914AC"/>
    <w:rsid w:val="00B95D9D"/>
    <w:rsid w:val="00BE3BCE"/>
    <w:rsid w:val="00BF03B3"/>
    <w:rsid w:val="00C01E38"/>
    <w:rsid w:val="00C25DDF"/>
    <w:rsid w:val="00C26D0D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3D1F"/>
    <w:rsid w:val="00DE73DD"/>
    <w:rsid w:val="00E050F5"/>
    <w:rsid w:val="00E27ABB"/>
    <w:rsid w:val="00E661A5"/>
    <w:rsid w:val="00E67109"/>
    <w:rsid w:val="00E86D3B"/>
    <w:rsid w:val="00EA6A3A"/>
    <w:rsid w:val="00EC10EE"/>
    <w:rsid w:val="00EC529E"/>
    <w:rsid w:val="00ED2631"/>
    <w:rsid w:val="00EF3368"/>
    <w:rsid w:val="00EF3D9C"/>
    <w:rsid w:val="00F334B4"/>
    <w:rsid w:val="00F60FCC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3BF07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2</cp:revision>
  <dcterms:created xsi:type="dcterms:W3CDTF">2025-10-28T10:05:00Z</dcterms:created>
  <dcterms:modified xsi:type="dcterms:W3CDTF">2025-10-28T10:05:00Z</dcterms:modified>
</cp:coreProperties>
</file>